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FF604" w14:textId="0D66702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743DB">
        <w:rPr>
          <w:rFonts w:ascii="Corbel" w:hAnsi="Corbel"/>
          <w:bCs/>
          <w:i/>
        </w:rPr>
        <w:t>Załącznik nr 1.5 do Zarządzenia Rektora UR  nr 7/2023</w:t>
      </w:r>
    </w:p>
    <w:p w14:paraId="5DCDC1B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8D16D2" w14:textId="7DA160A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</w:t>
      </w:r>
      <w:r w:rsidR="00074E41">
        <w:rPr>
          <w:rFonts w:ascii="Corbel" w:hAnsi="Corbel"/>
          <w:i/>
          <w:smallCaps/>
          <w:sz w:val="24"/>
          <w:szCs w:val="24"/>
        </w:rPr>
        <w:t>4</w:t>
      </w:r>
      <w:r w:rsidR="00BB562F">
        <w:rPr>
          <w:rFonts w:ascii="Corbel" w:hAnsi="Corbel"/>
          <w:i/>
          <w:smallCaps/>
          <w:sz w:val="24"/>
          <w:szCs w:val="24"/>
        </w:rPr>
        <w:t>-202</w:t>
      </w:r>
      <w:r w:rsidR="00074E41">
        <w:rPr>
          <w:rFonts w:ascii="Corbel" w:hAnsi="Corbel"/>
          <w:i/>
          <w:smallCaps/>
          <w:sz w:val="24"/>
          <w:szCs w:val="24"/>
        </w:rPr>
        <w:t>9</w:t>
      </w:r>
    </w:p>
    <w:p w14:paraId="74B1368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84BFE4" w14:textId="5A5300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074E41">
        <w:rPr>
          <w:rFonts w:ascii="Corbel" w:hAnsi="Corbel"/>
          <w:smallCaps/>
          <w:sz w:val="24"/>
          <w:szCs w:val="24"/>
        </w:rPr>
        <w:t>7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074E41">
        <w:rPr>
          <w:rFonts w:ascii="Corbel" w:hAnsi="Corbel"/>
          <w:smallCaps/>
          <w:sz w:val="24"/>
          <w:szCs w:val="24"/>
        </w:rPr>
        <w:t>8</w:t>
      </w:r>
    </w:p>
    <w:bookmarkEnd w:id="0"/>
    <w:p w14:paraId="78C25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7D6EE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E37CA6C" w14:textId="77777777" w:rsidTr="00B819C8">
        <w:tc>
          <w:tcPr>
            <w:tcW w:w="2694" w:type="dxa"/>
            <w:vAlign w:val="center"/>
          </w:tcPr>
          <w:p w14:paraId="0E144899" w14:textId="77777777"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1BD4B" w14:textId="77777777"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7C9A6802" w14:textId="77777777" w:rsidTr="00B819C8">
        <w:tc>
          <w:tcPr>
            <w:tcW w:w="2694" w:type="dxa"/>
            <w:vAlign w:val="center"/>
          </w:tcPr>
          <w:p w14:paraId="3D5D8B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9B10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F71F94" w14:textId="77777777" w:rsidTr="00B819C8">
        <w:tc>
          <w:tcPr>
            <w:tcW w:w="2694" w:type="dxa"/>
            <w:vAlign w:val="center"/>
          </w:tcPr>
          <w:p w14:paraId="4A95139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1D0289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BF62043" w14:textId="77777777" w:rsidTr="00B819C8">
        <w:tc>
          <w:tcPr>
            <w:tcW w:w="2694" w:type="dxa"/>
            <w:vAlign w:val="center"/>
          </w:tcPr>
          <w:p w14:paraId="5E835A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352A3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EBCDB0" w14:textId="77777777" w:rsidTr="00B819C8">
        <w:tc>
          <w:tcPr>
            <w:tcW w:w="2694" w:type="dxa"/>
            <w:vAlign w:val="center"/>
          </w:tcPr>
          <w:p w14:paraId="2C409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ECFE7D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69DDCF26" w14:textId="77777777" w:rsidTr="00B819C8">
        <w:tc>
          <w:tcPr>
            <w:tcW w:w="2694" w:type="dxa"/>
            <w:vAlign w:val="center"/>
          </w:tcPr>
          <w:p w14:paraId="043EAF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D913E9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4CD9FF94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7D60C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EE8110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CDB431" w14:textId="77777777" w:rsidTr="00B819C8">
        <w:tc>
          <w:tcPr>
            <w:tcW w:w="2694" w:type="dxa"/>
            <w:vAlign w:val="center"/>
          </w:tcPr>
          <w:p w14:paraId="622EB6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1CD96B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FB748A0" w14:textId="77777777" w:rsidTr="00B819C8">
        <w:tc>
          <w:tcPr>
            <w:tcW w:w="2694" w:type="dxa"/>
            <w:vAlign w:val="center"/>
          </w:tcPr>
          <w:p w14:paraId="24867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B7E9" w14:textId="77777777"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7 i 8</w:t>
            </w:r>
          </w:p>
        </w:tc>
      </w:tr>
      <w:tr w:rsidR="0085747A" w:rsidRPr="009C54AE" w14:paraId="43EC91C2" w14:textId="77777777" w:rsidTr="00B819C8">
        <w:tc>
          <w:tcPr>
            <w:tcW w:w="2694" w:type="dxa"/>
            <w:vAlign w:val="center"/>
          </w:tcPr>
          <w:p w14:paraId="4569F9F1" w14:textId="77777777"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667E6" w14:textId="77777777"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4B9C8E33" w14:textId="77777777" w:rsidTr="00B819C8">
        <w:tc>
          <w:tcPr>
            <w:tcW w:w="2694" w:type="dxa"/>
            <w:vAlign w:val="center"/>
          </w:tcPr>
          <w:p w14:paraId="65A0A9F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4AD63" w14:textId="77777777"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725D6638" w14:textId="77777777" w:rsidTr="00B819C8">
        <w:tc>
          <w:tcPr>
            <w:tcW w:w="2694" w:type="dxa"/>
            <w:vAlign w:val="center"/>
          </w:tcPr>
          <w:p w14:paraId="50080F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3BD4BE" w14:textId="72C026A2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1E6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1622AF5B" w14:textId="77777777" w:rsidTr="00B819C8">
        <w:tc>
          <w:tcPr>
            <w:tcW w:w="2694" w:type="dxa"/>
            <w:vAlign w:val="center"/>
          </w:tcPr>
          <w:p w14:paraId="04277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84B50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E0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FB4F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209E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72DD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2C640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0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A950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AF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5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3C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3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5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94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1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5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A0D921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D14" w14:textId="77777777"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0E9F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A209" w14:textId="77777777"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6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83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02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4FBD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5531C5E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AE2B" w14:textId="77777777"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FAA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F7DD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C3E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7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5875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2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89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C3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C340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7427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1BC6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A53DAC" w14:textId="77777777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BBB9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93E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F340C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7CAD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A1C0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CD2EFA" w14:textId="77777777" w:rsidTr="00745302">
        <w:tc>
          <w:tcPr>
            <w:tcW w:w="9670" w:type="dxa"/>
          </w:tcPr>
          <w:p w14:paraId="4DE156D6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5290017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5FBF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102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AC6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DDB1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18A21882" w14:textId="77777777" w:rsidTr="0010565C">
        <w:tc>
          <w:tcPr>
            <w:tcW w:w="844" w:type="dxa"/>
            <w:vAlign w:val="center"/>
          </w:tcPr>
          <w:p w14:paraId="7DE43310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3687F3D6" w14:textId="77777777"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39EE99F3" w14:textId="77777777" w:rsidTr="008506A7">
        <w:tc>
          <w:tcPr>
            <w:tcW w:w="844" w:type="dxa"/>
            <w:vAlign w:val="center"/>
          </w:tcPr>
          <w:p w14:paraId="1D92FCCF" w14:textId="77777777"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F952EA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FF6D30C" w14:textId="77777777" w:rsidTr="008506A7">
        <w:tc>
          <w:tcPr>
            <w:tcW w:w="844" w:type="dxa"/>
            <w:vAlign w:val="center"/>
          </w:tcPr>
          <w:p w14:paraId="1194C8EF" w14:textId="77777777"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3ED4182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0DB689FE" w14:textId="77777777" w:rsidTr="0010565C">
        <w:tc>
          <w:tcPr>
            <w:tcW w:w="844" w:type="dxa"/>
            <w:vAlign w:val="center"/>
          </w:tcPr>
          <w:p w14:paraId="0B0B3D64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493EEA7D" w14:textId="77777777"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2ED87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C57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E4BB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C0C644" w14:textId="77777777" w:rsidTr="00E95F74">
        <w:tc>
          <w:tcPr>
            <w:tcW w:w="1681" w:type="dxa"/>
            <w:vAlign w:val="center"/>
          </w:tcPr>
          <w:p w14:paraId="3C0BA1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44B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72F2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14:paraId="476A9046" w14:textId="77777777" w:rsidTr="00E95F74">
        <w:tc>
          <w:tcPr>
            <w:tcW w:w="1681" w:type="dxa"/>
          </w:tcPr>
          <w:p w14:paraId="1A830176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EDBCE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14:paraId="41988A00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F2F67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E5421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78253B8D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171757C" w14:textId="77777777" w:rsidTr="00D22EFB">
        <w:tc>
          <w:tcPr>
            <w:tcW w:w="1681" w:type="dxa"/>
          </w:tcPr>
          <w:p w14:paraId="5E2DB79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E9778C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14:paraId="099BFF38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9AB427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14:paraId="09FE0779" w14:textId="77777777"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14:paraId="0C5545BB" w14:textId="77777777" w:rsidTr="00523748">
        <w:trPr>
          <w:trHeight w:val="787"/>
        </w:trPr>
        <w:tc>
          <w:tcPr>
            <w:tcW w:w="1681" w:type="dxa"/>
          </w:tcPr>
          <w:p w14:paraId="28B50FA8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267261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14:paraId="6EFEBE9D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382E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5C2180C1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F82DC9B" w14:textId="77777777" w:rsidTr="00523748">
        <w:trPr>
          <w:trHeight w:val="787"/>
        </w:trPr>
        <w:tc>
          <w:tcPr>
            <w:tcW w:w="1681" w:type="dxa"/>
          </w:tcPr>
          <w:p w14:paraId="3E60D3B3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3A65F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40B548C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B510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0E521F2E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3ACC8A3D" w14:textId="77777777" w:rsidTr="00926DAB">
        <w:trPr>
          <w:trHeight w:val="1125"/>
        </w:trPr>
        <w:tc>
          <w:tcPr>
            <w:tcW w:w="1681" w:type="dxa"/>
          </w:tcPr>
          <w:p w14:paraId="5A562FA7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76EF18F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14:paraId="3635D743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8FF6C9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0FFB67DF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24286FF" w14:textId="77777777" w:rsidTr="00E95F74">
        <w:tc>
          <w:tcPr>
            <w:tcW w:w="1681" w:type="dxa"/>
          </w:tcPr>
          <w:p w14:paraId="53E010C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5F0EBED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14:paraId="1697B51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0A4270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14:paraId="05A3A6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41C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4AE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5A6B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D283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1B36E3" w14:textId="77777777" w:rsidTr="00523748">
        <w:tc>
          <w:tcPr>
            <w:tcW w:w="9520" w:type="dxa"/>
          </w:tcPr>
          <w:p w14:paraId="6117E0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D5" w:rsidRPr="009C54AE" w14:paraId="17E95A0B" w14:textId="77777777" w:rsidTr="00523748">
        <w:tc>
          <w:tcPr>
            <w:tcW w:w="9520" w:type="dxa"/>
          </w:tcPr>
          <w:p w14:paraId="310E97FC" w14:textId="0F16445E" w:rsidR="00AD3BD5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14:paraId="34A19363" w14:textId="77777777" w:rsidTr="00523748">
        <w:tc>
          <w:tcPr>
            <w:tcW w:w="9520" w:type="dxa"/>
          </w:tcPr>
          <w:p w14:paraId="6B158BD0" w14:textId="54283CF1" w:rsidR="00523748" w:rsidRPr="009C54AE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135908" w:rsidRPr="009C54AE" w14:paraId="5A4426BF" w14:textId="77777777" w:rsidTr="00523748">
        <w:tc>
          <w:tcPr>
            <w:tcW w:w="9520" w:type="dxa"/>
          </w:tcPr>
          <w:p w14:paraId="35A01B4D" w14:textId="26B6C843" w:rsidR="00135908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523748" w:rsidRPr="009C54AE" w14:paraId="2DCB69CA" w14:textId="77777777" w:rsidTr="00523748">
        <w:tc>
          <w:tcPr>
            <w:tcW w:w="9520" w:type="dxa"/>
          </w:tcPr>
          <w:p w14:paraId="038F5C0F" w14:textId="0990424F" w:rsidR="00523748" w:rsidRPr="009C54AE" w:rsidRDefault="00AD3BD5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594C081A" w14:textId="77777777" w:rsidTr="00523748">
        <w:tc>
          <w:tcPr>
            <w:tcW w:w="9520" w:type="dxa"/>
          </w:tcPr>
          <w:p w14:paraId="6FA64904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23CDE56F" w14:textId="77777777" w:rsidTr="00523748">
        <w:tc>
          <w:tcPr>
            <w:tcW w:w="9520" w:type="dxa"/>
          </w:tcPr>
          <w:p w14:paraId="54DFABC7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14:paraId="4C4A5431" w14:textId="77777777" w:rsidTr="00523748">
        <w:tc>
          <w:tcPr>
            <w:tcW w:w="9520" w:type="dxa"/>
          </w:tcPr>
          <w:p w14:paraId="2CE79BA2" w14:textId="7F6EC7B1" w:rsidR="00FC6230" w:rsidRPr="009C54AE" w:rsidRDefault="00AD3BD5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FC6230" w:rsidRPr="009C54AE" w14:paraId="63D91DF9" w14:textId="77777777" w:rsidTr="00523748">
        <w:tc>
          <w:tcPr>
            <w:tcW w:w="9520" w:type="dxa"/>
          </w:tcPr>
          <w:p w14:paraId="5A8CBA6F" w14:textId="57EFBAB9"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308D3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B84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FAB7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A0350" w14:textId="77777777" w:rsidTr="00523748">
        <w:tc>
          <w:tcPr>
            <w:tcW w:w="9520" w:type="dxa"/>
          </w:tcPr>
          <w:p w14:paraId="175E54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14:paraId="54010F42" w14:textId="77777777" w:rsidTr="00523748">
        <w:tc>
          <w:tcPr>
            <w:tcW w:w="9520" w:type="dxa"/>
          </w:tcPr>
          <w:p w14:paraId="7EBDD77F" w14:textId="2BE25484" w:rsidR="00E432B0" w:rsidRPr="009C54AE" w:rsidRDefault="00AD3BD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14:paraId="41058C5B" w14:textId="77777777" w:rsidTr="00523748">
        <w:tc>
          <w:tcPr>
            <w:tcW w:w="9520" w:type="dxa"/>
          </w:tcPr>
          <w:p w14:paraId="47B33503" w14:textId="1FCDE450" w:rsidR="00E432B0" w:rsidRPr="009C54AE" w:rsidRDefault="00AD3BD5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E432B0" w:rsidRPr="009C54AE" w14:paraId="7BC50309" w14:textId="77777777" w:rsidTr="00523748">
        <w:tc>
          <w:tcPr>
            <w:tcW w:w="9520" w:type="dxa"/>
          </w:tcPr>
          <w:p w14:paraId="0CE657DA" w14:textId="77777777"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14:paraId="6B864554" w14:textId="77777777" w:rsidTr="00523748">
        <w:tc>
          <w:tcPr>
            <w:tcW w:w="9520" w:type="dxa"/>
          </w:tcPr>
          <w:p w14:paraId="50125CFD" w14:textId="77777777"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D44E56" w:rsidRPr="009C54AE" w14:paraId="0F96A881" w14:textId="77777777" w:rsidTr="00523748">
        <w:tc>
          <w:tcPr>
            <w:tcW w:w="9520" w:type="dxa"/>
          </w:tcPr>
          <w:p w14:paraId="563A247D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14:paraId="7E24D241" w14:textId="77777777" w:rsidTr="00523748">
        <w:tc>
          <w:tcPr>
            <w:tcW w:w="9520" w:type="dxa"/>
          </w:tcPr>
          <w:p w14:paraId="371D67D3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14:paraId="7A14FC06" w14:textId="77777777" w:rsidTr="00523748">
        <w:tc>
          <w:tcPr>
            <w:tcW w:w="9520" w:type="dxa"/>
          </w:tcPr>
          <w:p w14:paraId="4E56FC2C" w14:textId="77777777"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14:paraId="12155C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87B1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AA4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00FE2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14:paraId="229E3FFF" w14:textId="31331B78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</w:t>
      </w:r>
      <w:r w:rsidR="004E5D2B">
        <w:rPr>
          <w:rFonts w:ascii="Corbel" w:hAnsi="Corbel"/>
          <w:sz w:val="24"/>
          <w:szCs w:val="24"/>
        </w:rPr>
        <w:t xml:space="preserve"> </w:t>
      </w:r>
      <w:r w:rsidRPr="00A1798C">
        <w:rPr>
          <w:rFonts w:ascii="Corbel" w:hAnsi="Corbel"/>
          <w:sz w:val="24"/>
          <w:szCs w:val="24"/>
        </w:rPr>
        <w:t>praca grupowa</w:t>
      </w:r>
    </w:p>
    <w:p w14:paraId="2C09EC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D16C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763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E8B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FBA5D69" w14:textId="77777777" w:rsidTr="0025688E">
        <w:tc>
          <w:tcPr>
            <w:tcW w:w="1962" w:type="dxa"/>
            <w:vAlign w:val="center"/>
          </w:tcPr>
          <w:p w14:paraId="6A6022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24F53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5DEE190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805B2F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136D5F2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30234076" w14:textId="77777777" w:rsidTr="0025688E">
        <w:tc>
          <w:tcPr>
            <w:tcW w:w="1962" w:type="dxa"/>
          </w:tcPr>
          <w:p w14:paraId="2B9E7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78E1F65C" w14:textId="6E567193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FB50F93" w14:textId="0F7E4E5B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44F2EDE6" w14:textId="77777777" w:rsidTr="0025688E">
        <w:tc>
          <w:tcPr>
            <w:tcW w:w="1962" w:type="dxa"/>
          </w:tcPr>
          <w:p w14:paraId="536CC2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68446C" w14:textId="3FDF56F8" w:rsidR="0085747A" w:rsidRPr="001A3A1A" w:rsidRDefault="00E91856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17" w:type="dxa"/>
          </w:tcPr>
          <w:p w14:paraId="51159B48" w14:textId="0CD6A30A" w:rsidR="0085747A" w:rsidRPr="001A3A1A" w:rsidRDefault="008E1E6B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2F1814CB" w14:textId="77777777" w:rsidTr="0025688E">
        <w:tc>
          <w:tcPr>
            <w:tcW w:w="1962" w:type="dxa"/>
          </w:tcPr>
          <w:p w14:paraId="369D7B1B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2887986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58AAE4CB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AD6B48B" w14:textId="77777777" w:rsidTr="0025688E">
        <w:tc>
          <w:tcPr>
            <w:tcW w:w="1962" w:type="dxa"/>
          </w:tcPr>
          <w:p w14:paraId="49E2697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DF3E8A6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6130DE8D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59B5F8B3" w14:textId="77777777" w:rsidTr="0025688E">
        <w:tc>
          <w:tcPr>
            <w:tcW w:w="1962" w:type="dxa"/>
          </w:tcPr>
          <w:p w14:paraId="09D912DD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67B55E02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33E455A2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3D4F2ED" w14:textId="77777777" w:rsidTr="0025688E">
        <w:tc>
          <w:tcPr>
            <w:tcW w:w="1962" w:type="dxa"/>
          </w:tcPr>
          <w:p w14:paraId="3512C47E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C08EAF8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6D2AF3B9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B7825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CF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4B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F7D5846" w14:textId="77777777" w:rsidTr="00923D7D">
        <w:tc>
          <w:tcPr>
            <w:tcW w:w="9670" w:type="dxa"/>
          </w:tcPr>
          <w:p w14:paraId="0838C535" w14:textId="77777777"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04F23E6D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3F18C704" w14:textId="2129221D" w:rsidR="0025688E" w:rsidRPr="00BC68A5" w:rsidRDefault="0025688E" w:rsidP="008422C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udział w dyskusji </w:t>
            </w:r>
          </w:p>
          <w:p w14:paraId="3497B7C6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72002B" w14:textId="32F51A1F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8E1E6B">
              <w:rPr>
                <w:rFonts w:ascii="Corbel" w:hAnsi="Corbel"/>
                <w:b w:val="0"/>
                <w:smallCaps w:val="0"/>
                <w:szCs w:val="24"/>
              </w:rPr>
              <w:t xml:space="preserve"> z wykładów. </w:t>
            </w:r>
          </w:p>
        </w:tc>
      </w:tr>
    </w:tbl>
    <w:p w14:paraId="26B04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DA5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CF7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89A12D" w14:textId="77777777" w:rsidTr="003E1941">
        <w:tc>
          <w:tcPr>
            <w:tcW w:w="4962" w:type="dxa"/>
            <w:vAlign w:val="center"/>
          </w:tcPr>
          <w:p w14:paraId="662B40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482A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80B276" w14:textId="77777777" w:rsidTr="00923D7D">
        <w:tc>
          <w:tcPr>
            <w:tcW w:w="4962" w:type="dxa"/>
          </w:tcPr>
          <w:p w14:paraId="5DF949E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F964924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DC3C994" w14:textId="77777777" w:rsidTr="00923D7D">
        <w:tc>
          <w:tcPr>
            <w:tcW w:w="4962" w:type="dxa"/>
          </w:tcPr>
          <w:p w14:paraId="7B4B1E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D17E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FCA7F1" w14:textId="77777777"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0DF1A63" w14:textId="77777777" w:rsidTr="00923D7D">
        <w:tc>
          <w:tcPr>
            <w:tcW w:w="4962" w:type="dxa"/>
          </w:tcPr>
          <w:p w14:paraId="1B190484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EF5F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BE356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312BCBB" w14:textId="77777777"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43CAD72B" w14:textId="77777777" w:rsidTr="00923D7D">
        <w:tc>
          <w:tcPr>
            <w:tcW w:w="4962" w:type="dxa"/>
          </w:tcPr>
          <w:p w14:paraId="3A04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922DA" w14:textId="77777777"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0D80B97D" w14:textId="77777777" w:rsidTr="00923D7D">
        <w:tc>
          <w:tcPr>
            <w:tcW w:w="4962" w:type="dxa"/>
          </w:tcPr>
          <w:p w14:paraId="57AD5B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9CE16C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58AE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239B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44FE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07A53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4D6CEE3" w14:textId="77777777" w:rsidTr="0071620A">
        <w:trPr>
          <w:trHeight w:val="397"/>
        </w:trPr>
        <w:tc>
          <w:tcPr>
            <w:tcW w:w="3544" w:type="dxa"/>
          </w:tcPr>
          <w:p w14:paraId="5FD76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96B626" w14:textId="2807CB3B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0E289A" w14:textId="77777777" w:rsidTr="0071620A">
        <w:trPr>
          <w:trHeight w:val="397"/>
        </w:trPr>
        <w:tc>
          <w:tcPr>
            <w:tcW w:w="3544" w:type="dxa"/>
          </w:tcPr>
          <w:p w14:paraId="3FCB90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6D2415" w14:textId="60727F3A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84F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CF32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E82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3DDDE02A" w14:textId="77777777" w:rsidTr="0071620A">
        <w:trPr>
          <w:trHeight w:val="397"/>
        </w:trPr>
        <w:tc>
          <w:tcPr>
            <w:tcW w:w="7513" w:type="dxa"/>
          </w:tcPr>
          <w:p w14:paraId="7A2109EC" w14:textId="77777777"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086A615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289E5D8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Edukacja wczesnoszkolna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14:paraId="5E75EA97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6CB57CB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097D8A57" w14:textId="77777777"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3030DEC8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5DDF7AD1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61778DCC" w14:textId="77777777"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4287BE33" w14:textId="77777777"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6C98845D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321ADBD2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4B6FE0D4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1E11012E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0D67053A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4440286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6C5C0429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211890E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67CD400" w14:textId="77777777"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36305326" w14:textId="77777777" w:rsidTr="0071620A">
        <w:trPr>
          <w:trHeight w:val="397"/>
        </w:trPr>
        <w:tc>
          <w:tcPr>
            <w:tcW w:w="7513" w:type="dxa"/>
          </w:tcPr>
          <w:p w14:paraId="03ED6EC6" w14:textId="77777777"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46BF484B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33453F16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029200AB" w14:textId="77777777"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76F2A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EC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1FCD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64DA1" w14:textId="77777777" w:rsidR="00880B99" w:rsidRDefault="00880B99" w:rsidP="00C16ABF">
      <w:pPr>
        <w:spacing w:after="0" w:line="240" w:lineRule="auto"/>
      </w:pPr>
      <w:r>
        <w:separator/>
      </w:r>
    </w:p>
  </w:endnote>
  <w:endnote w:type="continuationSeparator" w:id="0">
    <w:p w14:paraId="752CB8AF" w14:textId="77777777" w:rsidR="00880B99" w:rsidRDefault="00880B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4FADA" w14:textId="77777777" w:rsidR="00880B99" w:rsidRDefault="00880B99" w:rsidP="00C16ABF">
      <w:pPr>
        <w:spacing w:after="0" w:line="240" w:lineRule="auto"/>
      </w:pPr>
      <w:r>
        <w:separator/>
      </w:r>
    </w:p>
  </w:footnote>
  <w:footnote w:type="continuationSeparator" w:id="0">
    <w:p w14:paraId="2F31DEB7" w14:textId="77777777" w:rsidR="00880B99" w:rsidRDefault="00880B99" w:rsidP="00C16ABF">
      <w:pPr>
        <w:spacing w:after="0" w:line="240" w:lineRule="auto"/>
      </w:pPr>
      <w:r>
        <w:continuationSeparator/>
      </w:r>
    </w:p>
  </w:footnote>
  <w:footnote w:id="1">
    <w:p w14:paraId="0AB58AA6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74E41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55DBA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E68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B3258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E5D2B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86C1A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22C2"/>
    <w:rsid w:val="008449B3"/>
    <w:rsid w:val="00847721"/>
    <w:rsid w:val="00851C4C"/>
    <w:rsid w:val="0085747A"/>
    <w:rsid w:val="008632B8"/>
    <w:rsid w:val="00865074"/>
    <w:rsid w:val="00866EA3"/>
    <w:rsid w:val="008743DB"/>
    <w:rsid w:val="00880B99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1E6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9F5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3BD5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563D"/>
    <w:rsid w:val="00E77E88"/>
    <w:rsid w:val="00E8107D"/>
    <w:rsid w:val="00E91856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FF22"/>
  <w15:docId w15:val="{71863128-E0D9-46A8-8338-D22AA05A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8BA04-87B6-4C48-8075-E09CA814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795</TotalTime>
  <Pages>1</Pages>
  <Words>1486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2019-10-19T07:29:00Z</dcterms:created>
  <dcterms:modified xsi:type="dcterms:W3CDTF">2024-12-12T07:23:00Z</dcterms:modified>
</cp:coreProperties>
</file>